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436" w:type="dxa"/>
        <w:tblLook w:val="04A0" w:firstRow="1" w:lastRow="0" w:firstColumn="1" w:lastColumn="0" w:noHBand="0" w:noVBand="1"/>
      </w:tblPr>
      <w:tblGrid>
        <w:gridCol w:w="4812"/>
        <w:gridCol w:w="4812"/>
        <w:gridCol w:w="4812"/>
      </w:tblGrid>
      <w:tr w:rsidR="00DE4ADF" w:rsidTr="00B373A3">
        <w:trPr>
          <w:trHeight w:val="1979"/>
        </w:trPr>
        <w:tc>
          <w:tcPr>
            <w:tcW w:w="4812" w:type="dxa"/>
          </w:tcPr>
          <w:p w:rsidR="00DE4ADF" w:rsidRPr="00DE4ADF" w:rsidRDefault="00DE4ADF" w:rsidP="00DE4ADF">
            <w:pPr>
              <w:rPr>
                <w:sz w:val="44"/>
                <w:szCs w:val="44"/>
              </w:rPr>
            </w:pPr>
            <w:r w:rsidRPr="00B373A3">
              <w:rPr>
                <w:sz w:val="44"/>
                <w:szCs w:val="44"/>
                <w:highlight w:val="green"/>
              </w:rPr>
              <w:t>Geography, Climate, Location</w:t>
            </w:r>
          </w:p>
        </w:tc>
        <w:tc>
          <w:tcPr>
            <w:tcW w:w="4812" w:type="dxa"/>
          </w:tcPr>
          <w:p w:rsidR="00DE4ADF" w:rsidRPr="00DE4ADF" w:rsidRDefault="00DE4ADF" w:rsidP="00DE4ADF">
            <w:pPr>
              <w:rPr>
                <w:sz w:val="40"/>
                <w:szCs w:val="40"/>
              </w:rPr>
            </w:pPr>
            <w:r w:rsidRPr="00B373A3">
              <w:rPr>
                <w:sz w:val="40"/>
                <w:szCs w:val="40"/>
                <w:highlight w:val="magenta"/>
              </w:rPr>
              <w:t>Economy, Crops Used, Animals Domesticated, Jobs</w:t>
            </w:r>
            <w:r w:rsidR="00015F3C" w:rsidRPr="00B373A3">
              <w:rPr>
                <w:sz w:val="40"/>
                <w:szCs w:val="40"/>
                <w:highlight w:val="magenta"/>
              </w:rPr>
              <w:t>, Economic Tools</w:t>
            </w:r>
          </w:p>
        </w:tc>
        <w:tc>
          <w:tcPr>
            <w:tcW w:w="4812" w:type="dxa"/>
          </w:tcPr>
          <w:p w:rsidR="00DE4ADF" w:rsidRPr="00DE4ADF" w:rsidRDefault="00DE4ADF" w:rsidP="00DE4ADF">
            <w:pPr>
              <w:rPr>
                <w:sz w:val="40"/>
                <w:szCs w:val="40"/>
              </w:rPr>
            </w:pPr>
            <w:r w:rsidRPr="00B373A3">
              <w:rPr>
                <w:sz w:val="40"/>
                <w:szCs w:val="40"/>
                <w:highlight w:val="cyan"/>
              </w:rPr>
              <w:t>Tool, Inventions, Ideals, Religion</w:t>
            </w:r>
          </w:p>
        </w:tc>
      </w:tr>
      <w:tr w:rsidR="00DE4ADF" w:rsidTr="00B373A3">
        <w:trPr>
          <w:trHeight w:val="8578"/>
        </w:trPr>
        <w:tc>
          <w:tcPr>
            <w:tcW w:w="4812" w:type="dxa"/>
          </w:tcPr>
          <w:p w:rsidR="00B45D02" w:rsidRDefault="00B45D02" w:rsidP="00DE4ADF">
            <w:r w:rsidRPr="0044697F">
              <w:rPr>
                <w:highlight w:val="green"/>
              </w:rPr>
              <w:t>.</w:t>
            </w:r>
            <w:r w:rsidR="00AF426E">
              <w:rPr>
                <w:highlight w:val="green"/>
              </w:rPr>
              <w:t>**</w:t>
            </w:r>
            <w:r w:rsidRPr="0044697F">
              <w:rPr>
                <w:highlight w:val="green"/>
              </w:rPr>
              <w:t>Located along the Nile River in North-Eastern Africa, Hot Desert Climate</w:t>
            </w:r>
          </w:p>
          <w:p w:rsidR="00702130" w:rsidRDefault="00702130" w:rsidP="00DE4ADF"/>
          <w:p w:rsidR="00DE4ADF" w:rsidRDefault="00B45D02" w:rsidP="00DE4ADF">
            <w:r>
              <w:t>.</w:t>
            </w:r>
            <w:r w:rsidR="00AF426E">
              <w:t>**</w:t>
            </w:r>
            <w:r w:rsidRPr="0044697F">
              <w:rPr>
                <w:highlight w:val="green"/>
              </w:rPr>
              <w:t>Flooding happens along the Nile River in the rainy May-September season each year</w:t>
            </w:r>
          </w:p>
          <w:p w:rsidR="00702130" w:rsidRDefault="00702130" w:rsidP="00DE4ADF"/>
          <w:p w:rsidR="00B45D02" w:rsidRDefault="00B45D02" w:rsidP="00DE4ADF">
            <w:r w:rsidRPr="0044697F">
              <w:rPr>
                <w:highlight w:val="green"/>
              </w:rPr>
              <w:t>.</w:t>
            </w:r>
            <w:r w:rsidR="00AF426E">
              <w:rPr>
                <w:highlight w:val="green"/>
              </w:rPr>
              <w:t>**</w:t>
            </w:r>
            <w:r w:rsidRPr="0044697F">
              <w:rPr>
                <w:highlight w:val="green"/>
              </w:rPr>
              <w:t xml:space="preserve"> The Nile Delta is the fertile land where the Nile empties into the Mediterranean Sea</w:t>
            </w:r>
          </w:p>
          <w:p w:rsidR="00702130" w:rsidRDefault="00702130" w:rsidP="00DE4ADF"/>
          <w:p w:rsidR="00B45D02" w:rsidRDefault="00B45D02" w:rsidP="00DE4ADF">
            <w:r w:rsidRPr="0044697F">
              <w:rPr>
                <w:highlight w:val="green"/>
              </w:rPr>
              <w:t>.</w:t>
            </w:r>
            <w:r w:rsidR="00AF426E">
              <w:rPr>
                <w:highlight w:val="green"/>
              </w:rPr>
              <w:t>**</w:t>
            </w:r>
            <w:r w:rsidRPr="0044697F">
              <w:rPr>
                <w:highlight w:val="green"/>
              </w:rPr>
              <w:t xml:space="preserve"> Lower Egypt- Nile Delta Region and northern Nile Valley and deserts</w:t>
            </w:r>
          </w:p>
          <w:p w:rsidR="00702130" w:rsidRDefault="00702130" w:rsidP="00DE4ADF"/>
          <w:p w:rsidR="00B45D02" w:rsidRDefault="00B45D02" w:rsidP="00DE4ADF">
            <w:r w:rsidRPr="0044697F">
              <w:rPr>
                <w:highlight w:val="green"/>
              </w:rPr>
              <w:t xml:space="preserve">. </w:t>
            </w:r>
            <w:r w:rsidR="00AF426E">
              <w:rPr>
                <w:highlight w:val="green"/>
              </w:rPr>
              <w:t>**</w:t>
            </w:r>
            <w:r w:rsidRPr="0044697F">
              <w:rPr>
                <w:highlight w:val="green"/>
              </w:rPr>
              <w:t>Upper Egypt- Southern Nile Valley and southern deserts</w:t>
            </w:r>
          </w:p>
          <w:p w:rsidR="00702130" w:rsidRDefault="00702130" w:rsidP="00DE4ADF"/>
          <w:p w:rsidR="00B45D02" w:rsidRDefault="00B45D02" w:rsidP="00DE4ADF">
            <w:r w:rsidRPr="0044697F">
              <w:rPr>
                <w:highlight w:val="green"/>
              </w:rPr>
              <w:t xml:space="preserve">. </w:t>
            </w:r>
            <w:r w:rsidR="00AF426E">
              <w:rPr>
                <w:highlight w:val="green"/>
              </w:rPr>
              <w:t>**</w:t>
            </w:r>
            <w:r w:rsidRPr="0044697F">
              <w:rPr>
                <w:highlight w:val="green"/>
              </w:rPr>
              <w:t>Fertile land is along the Nile River, In some places, the land is only about less than a mile long</w:t>
            </w:r>
          </w:p>
          <w:p w:rsidR="00702130" w:rsidRDefault="00702130" w:rsidP="00DE4ADF"/>
          <w:p w:rsidR="00B45D02" w:rsidRDefault="00B45D02" w:rsidP="00DE4ADF">
            <w:r w:rsidRPr="0044697F">
              <w:rPr>
                <w:highlight w:val="green"/>
              </w:rPr>
              <w:t>.</w:t>
            </w:r>
            <w:r w:rsidR="00AF426E">
              <w:rPr>
                <w:highlight w:val="green"/>
              </w:rPr>
              <w:t>**</w:t>
            </w:r>
            <w:r w:rsidRPr="0044697F">
              <w:rPr>
                <w:highlight w:val="green"/>
              </w:rPr>
              <w:t xml:space="preserve"> Nile Starts in the mountains of Ethiopia</w:t>
            </w:r>
          </w:p>
          <w:p w:rsidR="00B45D02" w:rsidRDefault="00B45D02" w:rsidP="00DE4ADF"/>
        </w:tc>
        <w:tc>
          <w:tcPr>
            <w:tcW w:w="4812" w:type="dxa"/>
          </w:tcPr>
          <w:p w:rsidR="00DE4ADF" w:rsidRDefault="000F0436" w:rsidP="00DE4ADF">
            <w:r>
              <w:t>**</w:t>
            </w:r>
            <w:r w:rsidR="0071238B">
              <w:t xml:space="preserve"> </w:t>
            </w:r>
            <w:r w:rsidR="0071238B" w:rsidRPr="00702130">
              <w:rPr>
                <w:highlight w:val="yellow"/>
              </w:rPr>
              <w:t>Specialized labor</w:t>
            </w:r>
            <w:r w:rsidR="0071238B">
              <w:t xml:space="preserve"> </w:t>
            </w:r>
            <w:r w:rsidR="0071238B" w:rsidRPr="00702130">
              <w:rPr>
                <w:highlight w:val="cyan"/>
              </w:rPr>
              <w:t>[craftsmen, tradesmen, farmers, soldiers, slaves, kings, farmers, judges, etc.]</w:t>
            </w:r>
          </w:p>
          <w:p w:rsidR="00B373A3" w:rsidRDefault="00B373A3" w:rsidP="00DE4ADF"/>
          <w:p w:rsidR="0071238B" w:rsidRDefault="000F0436" w:rsidP="00DE4ADF">
            <w:r>
              <w:t>**</w:t>
            </w:r>
            <w:r w:rsidR="0071238B" w:rsidRPr="00702130">
              <w:rPr>
                <w:highlight w:val="yellow"/>
              </w:rPr>
              <w:t>Domesticated Animals</w:t>
            </w:r>
            <w:r w:rsidR="0071238B">
              <w:t xml:space="preserve"> </w:t>
            </w:r>
            <w:r w:rsidR="0071238B" w:rsidRPr="00702130">
              <w:rPr>
                <w:highlight w:val="cyan"/>
              </w:rPr>
              <w:t>[cattle, pigs, sheep, goats, etc.]</w:t>
            </w:r>
          </w:p>
          <w:p w:rsidR="00B373A3" w:rsidRDefault="00B373A3" w:rsidP="00DE4ADF"/>
          <w:p w:rsidR="0071238B" w:rsidRDefault="000F0436" w:rsidP="00DE4ADF">
            <w:r>
              <w:t>**</w:t>
            </w:r>
            <w:r w:rsidR="0071238B" w:rsidRPr="00702130">
              <w:rPr>
                <w:highlight w:val="yellow"/>
              </w:rPr>
              <w:t>Domesticated Crops</w:t>
            </w:r>
            <w:r w:rsidR="0071238B">
              <w:t xml:space="preserve"> </w:t>
            </w:r>
            <w:r w:rsidR="0071238B" w:rsidRPr="00702130">
              <w:rPr>
                <w:highlight w:val="cyan"/>
              </w:rPr>
              <w:t>[barley, wheat, fruits, vegetables]</w:t>
            </w:r>
          </w:p>
          <w:p w:rsidR="00B373A3" w:rsidRDefault="00B373A3" w:rsidP="00DE4ADF"/>
          <w:p w:rsidR="0071238B" w:rsidRDefault="000F0436" w:rsidP="00DE4ADF">
            <w:r>
              <w:t>**</w:t>
            </w:r>
            <w:proofErr w:type="spellStart"/>
            <w:r w:rsidR="0071238B" w:rsidRPr="00702130">
              <w:rPr>
                <w:highlight w:val="yellow"/>
              </w:rPr>
              <w:t>Shadoof</w:t>
            </w:r>
            <w:proofErr w:type="spellEnd"/>
            <w:r w:rsidR="0071238B">
              <w:t xml:space="preserve"> </w:t>
            </w:r>
            <w:r w:rsidR="0071238B" w:rsidRPr="00702130">
              <w:rPr>
                <w:highlight w:val="cyan"/>
              </w:rPr>
              <w:t>[to put water in irrigation canals]</w:t>
            </w:r>
          </w:p>
          <w:p w:rsidR="00B373A3" w:rsidRDefault="00B373A3" w:rsidP="00DE4ADF"/>
          <w:p w:rsidR="0071238B" w:rsidRDefault="000F0436" w:rsidP="00DE4ADF">
            <w:r>
              <w:t>**</w:t>
            </w:r>
            <w:r w:rsidR="0071238B" w:rsidRPr="00702130">
              <w:rPr>
                <w:highlight w:val="yellow"/>
              </w:rPr>
              <w:t>Irrigation</w:t>
            </w:r>
            <w:r w:rsidR="0071238B">
              <w:t xml:space="preserve"> </w:t>
            </w:r>
            <w:r w:rsidR="0071238B" w:rsidRPr="00702130">
              <w:rPr>
                <w:highlight w:val="cyan"/>
              </w:rPr>
              <w:t>[to artificially create artificial rivers to water crops]</w:t>
            </w:r>
            <w:r w:rsidR="0071238B">
              <w:t xml:space="preserve"> </w:t>
            </w:r>
          </w:p>
          <w:p w:rsidR="00B373A3" w:rsidRDefault="00B373A3" w:rsidP="00DE4ADF"/>
          <w:p w:rsidR="0071238B" w:rsidRDefault="000F0436" w:rsidP="00DE4ADF">
            <w:r>
              <w:t>**</w:t>
            </w:r>
            <w:r w:rsidR="0071238B" w:rsidRPr="00702130">
              <w:rPr>
                <w:highlight w:val="yellow"/>
              </w:rPr>
              <w:t>Dams</w:t>
            </w:r>
            <w:r w:rsidR="0071238B" w:rsidRPr="0071238B">
              <w:t xml:space="preserve"> </w:t>
            </w:r>
            <w:r w:rsidR="0071238B" w:rsidRPr="00702130">
              <w:rPr>
                <w:highlight w:val="cyan"/>
              </w:rPr>
              <w:t>[to contain irrigation canals]</w:t>
            </w:r>
          </w:p>
          <w:p w:rsidR="00B373A3" w:rsidRDefault="00B373A3" w:rsidP="00DE4ADF"/>
          <w:p w:rsidR="0071238B" w:rsidRDefault="0071238B" w:rsidP="00DE4ADF">
            <w:r>
              <w:t xml:space="preserve">. </w:t>
            </w:r>
            <w:r w:rsidRPr="00702130">
              <w:rPr>
                <w:highlight w:val="yellow"/>
              </w:rPr>
              <w:t>Plow</w:t>
            </w:r>
            <w:r>
              <w:t xml:space="preserve"> </w:t>
            </w:r>
            <w:r w:rsidRPr="00702130">
              <w:rPr>
                <w:highlight w:val="cyan"/>
              </w:rPr>
              <w:t>[to sew the land so that crops can be put into the fields]</w:t>
            </w:r>
          </w:p>
          <w:p w:rsidR="00B373A3" w:rsidRDefault="00B373A3" w:rsidP="00DE4ADF"/>
          <w:p w:rsidR="0071238B" w:rsidRDefault="00AF426E" w:rsidP="00DE4ADF">
            <w:r>
              <w:t>**</w:t>
            </w:r>
            <w:r w:rsidR="0071238B">
              <w:t xml:space="preserve"> </w:t>
            </w:r>
            <w:r w:rsidR="0071238B" w:rsidRPr="00702130">
              <w:rPr>
                <w:highlight w:val="yellow"/>
              </w:rPr>
              <w:t>Sickles</w:t>
            </w:r>
            <w:r w:rsidR="0071238B">
              <w:t xml:space="preserve"> </w:t>
            </w:r>
            <w:r w:rsidR="0071238B" w:rsidRPr="00702130">
              <w:rPr>
                <w:highlight w:val="cyan"/>
              </w:rPr>
              <w:t>[to harvest wheat]</w:t>
            </w:r>
          </w:p>
          <w:p w:rsidR="00AF426E" w:rsidRDefault="00AF426E" w:rsidP="00AF426E"/>
          <w:p w:rsidR="0071238B" w:rsidRDefault="00AF426E" w:rsidP="00AF426E">
            <w:r>
              <w:t>**</w:t>
            </w:r>
            <w:bookmarkStart w:id="0" w:name="_GoBack"/>
            <w:bookmarkEnd w:id="0"/>
            <w:r w:rsidR="0071238B" w:rsidRPr="00AF426E">
              <w:rPr>
                <w:highlight w:val="yellow"/>
              </w:rPr>
              <w:t>Surpluses</w:t>
            </w:r>
            <w:r w:rsidR="0071238B">
              <w:t xml:space="preserve"> </w:t>
            </w:r>
            <w:r w:rsidR="0071238B" w:rsidRPr="00AF426E">
              <w:rPr>
                <w:highlight w:val="cyan"/>
              </w:rPr>
              <w:t>[extra stores of food]</w:t>
            </w:r>
          </w:p>
          <w:p w:rsidR="00B373A3" w:rsidRDefault="00B373A3" w:rsidP="00DE4ADF"/>
          <w:p w:rsidR="0071238B" w:rsidRDefault="00AF426E" w:rsidP="00DE4ADF">
            <w:r>
              <w:t>**</w:t>
            </w:r>
            <w:proofErr w:type="spellStart"/>
            <w:r w:rsidR="00700809" w:rsidRPr="00702130">
              <w:rPr>
                <w:highlight w:val="yellow"/>
              </w:rPr>
              <w:t>Nilometers</w:t>
            </w:r>
            <w:proofErr w:type="spellEnd"/>
            <w:r w:rsidR="00700809">
              <w:t xml:space="preserve"> </w:t>
            </w:r>
            <w:r w:rsidR="00700809" w:rsidRPr="00702130">
              <w:rPr>
                <w:highlight w:val="cyan"/>
              </w:rPr>
              <w:t>[steps to measure how far flood waters ris</w:t>
            </w:r>
            <w:r w:rsidR="00700809" w:rsidRPr="0044697F">
              <w:rPr>
                <w:highlight w:val="cyan"/>
              </w:rPr>
              <w:t>e</w:t>
            </w:r>
            <w:r w:rsidR="0044697F" w:rsidRPr="0044697F">
              <w:rPr>
                <w:highlight w:val="cyan"/>
              </w:rPr>
              <w:t>]</w:t>
            </w:r>
          </w:p>
          <w:p w:rsidR="00B373A3" w:rsidRDefault="00B373A3" w:rsidP="00DE4ADF"/>
          <w:p w:rsidR="00700809" w:rsidRDefault="000F0436" w:rsidP="00DE4ADF">
            <w:r>
              <w:t>**</w:t>
            </w:r>
            <w:r w:rsidR="00702130" w:rsidRPr="00702130">
              <w:rPr>
                <w:highlight w:val="yellow"/>
              </w:rPr>
              <w:t>Trade Routes</w:t>
            </w:r>
            <w:r w:rsidR="00702130">
              <w:t xml:space="preserve"> </w:t>
            </w:r>
            <w:r w:rsidR="00702130" w:rsidRPr="0044697F">
              <w:rPr>
                <w:highlight w:val="cyan"/>
              </w:rPr>
              <w:t>[routes that lead to different lands that you can trade with]</w:t>
            </w:r>
          </w:p>
          <w:p w:rsidR="0071238B" w:rsidRDefault="0071238B" w:rsidP="00DE4ADF"/>
        </w:tc>
        <w:tc>
          <w:tcPr>
            <w:tcW w:w="4812" w:type="dxa"/>
          </w:tcPr>
          <w:p w:rsidR="00DE4ADF" w:rsidRDefault="00702130" w:rsidP="00DE4ADF">
            <w:r>
              <w:t xml:space="preserve">. </w:t>
            </w:r>
            <w:proofErr w:type="spellStart"/>
            <w:r w:rsidRPr="00702130">
              <w:rPr>
                <w:highlight w:val="yellow"/>
              </w:rPr>
              <w:t>Nilometers</w:t>
            </w:r>
            <w:proofErr w:type="spellEnd"/>
            <w:r>
              <w:t xml:space="preserve"> </w:t>
            </w:r>
            <w:r w:rsidRPr="0044697F">
              <w:rPr>
                <w:highlight w:val="cyan"/>
              </w:rPr>
              <w:t>[a form of measurement]</w:t>
            </w:r>
          </w:p>
          <w:p w:rsidR="00702130" w:rsidRDefault="00702130" w:rsidP="00DE4ADF">
            <w:r>
              <w:t xml:space="preserve">. </w:t>
            </w:r>
            <w:r w:rsidRPr="00702130">
              <w:rPr>
                <w:highlight w:val="yellow"/>
              </w:rPr>
              <w:t>Trade Routes</w:t>
            </w:r>
            <w:r>
              <w:t xml:space="preserve"> </w:t>
            </w:r>
            <w:r w:rsidRPr="0044697F">
              <w:rPr>
                <w:highlight w:val="cyan"/>
              </w:rPr>
              <w:t>[routes that lead to different lands that you can trade with]</w:t>
            </w:r>
          </w:p>
          <w:p w:rsidR="00702130" w:rsidRDefault="00702130" w:rsidP="00DE4ADF">
            <w:r>
              <w:t xml:space="preserve">. </w:t>
            </w:r>
            <w:r w:rsidRPr="00702130">
              <w:rPr>
                <w:highlight w:val="yellow"/>
              </w:rPr>
              <w:t>Pharaoh</w:t>
            </w:r>
            <w:r>
              <w:t xml:space="preserve"> </w:t>
            </w:r>
            <w:r w:rsidRPr="0044697F">
              <w:rPr>
                <w:highlight w:val="cyan"/>
              </w:rPr>
              <w:t>[The sole ruler of Egypt, not elected, usually former Pharaoh’s offspring became the new pharaoh]</w:t>
            </w:r>
          </w:p>
          <w:p w:rsidR="00702130" w:rsidRDefault="00702130" w:rsidP="00DE4ADF">
            <w:r>
              <w:t xml:space="preserve">. </w:t>
            </w:r>
            <w:r w:rsidRPr="00702130">
              <w:rPr>
                <w:highlight w:val="yellow"/>
              </w:rPr>
              <w:t>Mummification</w:t>
            </w:r>
            <w:r>
              <w:t xml:space="preserve"> </w:t>
            </w:r>
            <w:r w:rsidRPr="0044697F">
              <w:rPr>
                <w:highlight w:val="cyan"/>
              </w:rPr>
              <w:t>[a process of embalming and preserving bodies for their trip to the afterlife]</w:t>
            </w:r>
          </w:p>
          <w:p w:rsidR="00702130" w:rsidRDefault="00702130" w:rsidP="00DE4ADF">
            <w:r>
              <w:t xml:space="preserve">. </w:t>
            </w:r>
            <w:r w:rsidR="0044697F" w:rsidRPr="0044697F">
              <w:rPr>
                <w:highlight w:val="yellow"/>
              </w:rPr>
              <w:t>Pyramids</w:t>
            </w:r>
            <w:r w:rsidR="0044697F">
              <w:t xml:space="preserve"> </w:t>
            </w:r>
            <w:r w:rsidR="0044697F" w:rsidRPr="0044697F">
              <w:rPr>
                <w:highlight w:val="cyan"/>
              </w:rPr>
              <w:t>[3D, four sided, triangular tombs built for great kings]</w:t>
            </w:r>
          </w:p>
          <w:p w:rsidR="0044697F" w:rsidRDefault="0044697F" w:rsidP="00DE4ADF">
            <w:r>
              <w:t xml:space="preserve">. </w:t>
            </w:r>
            <w:r w:rsidRPr="0044697F">
              <w:rPr>
                <w:highlight w:val="yellow"/>
              </w:rPr>
              <w:t>Tombs</w:t>
            </w:r>
            <w:r>
              <w:t xml:space="preserve"> </w:t>
            </w:r>
            <w:r w:rsidRPr="0044697F">
              <w:rPr>
                <w:highlight w:val="cyan"/>
              </w:rPr>
              <w:t>[Not all Pharaoh’s were buried in pyramids, some were buried in underground tombs protected by booby-traps and curses, usually gold riches were buried with the Pharaoh in his tomb]</w:t>
            </w:r>
          </w:p>
          <w:p w:rsidR="0044697F" w:rsidRDefault="0044697F" w:rsidP="00DE4ADF">
            <w:r>
              <w:t xml:space="preserve">. </w:t>
            </w:r>
            <w:r w:rsidRPr="0044697F">
              <w:rPr>
                <w:highlight w:val="yellow"/>
              </w:rPr>
              <w:t>Sarcophaguses</w:t>
            </w:r>
            <w:r>
              <w:t xml:space="preserve"> </w:t>
            </w:r>
            <w:r w:rsidRPr="0044697F">
              <w:rPr>
                <w:highlight w:val="cyan"/>
              </w:rPr>
              <w:t>[Stone and wooden layered coffins, usually painted with gold coloring and decorated with jewelry and gems, usually had sacred prayers on it]</w:t>
            </w:r>
          </w:p>
          <w:p w:rsidR="0044697F" w:rsidRDefault="0044697F" w:rsidP="00DE4ADF">
            <w:r>
              <w:t xml:space="preserve">. </w:t>
            </w:r>
            <w:r w:rsidRPr="0044697F">
              <w:rPr>
                <w:highlight w:val="yellow"/>
              </w:rPr>
              <w:t>Scribes</w:t>
            </w:r>
            <w:r>
              <w:t xml:space="preserve"> </w:t>
            </w:r>
            <w:r w:rsidRPr="0044697F">
              <w:rPr>
                <w:highlight w:val="cyan"/>
              </w:rPr>
              <w:t>[Men who learned how to read, write, and perform mathematics]</w:t>
            </w:r>
          </w:p>
          <w:p w:rsidR="0044697F" w:rsidRDefault="0044697F" w:rsidP="00DE4ADF">
            <w:r>
              <w:t xml:space="preserve">. </w:t>
            </w:r>
            <w:r w:rsidRPr="0044697F">
              <w:rPr>
                <w:highlight w:val="yellow"/>
              </w:rPr>
              <w:t>Papyrus</w:t>
            </w:r>
            <w:r>
              <w:t xml:space="preserve"> </w:t>
            </w:r>
            <w:r w:rsidRPr="0044697F">
              <w:rPr>
                <w:highlight w:val="cyan"/>
              </w:rPr>
              <w:t>[Paper that scribes used made from a reed plant]</w:t>
            </w:r>
          </w:p>
          <w:p w:rsidR="0044697F" w:rsidRDefault="0044697F" w:rsidP="00DE4ADF">
            <w:r>
              <w:t xml:space="preserve">. </w:t>
            </w:r>
            <w:r w:rsidR="00E11EB9" w:rsidRPr="00E11EB9">
              <w:rPr>
                <w:highlight w:val="yellow"/>
              </w:rPr>
              <w:t>Hieroglyphics</w:t>
            </w:r>
            <w:r w:rsidR="00E11EB9">
              <w:t xml:space="preserve"> </w:t>
            </w:r>
            <w:r w:rsidR="00E11EB9" w:rsidRPr="00E11EB9">
              <w:rPr>
                <w:highlight w:val="cyan"/>
              </w:rPr>
              <w:t>[ancient Egyptian form of writing that is picture symbols]</w:t>
            </w:r>
          </w:p>
          <w:p w:rsidR="00E11EB9" w:rsidRDefault="00E11EB9" w:rsidP="00DE4ADF">
            <w:r>
              <w:t xml:space="preserve">. </w:t>
            </w:r>
            <w:r w:rsidRPr="00E11EB9">
              <w:rPr>
                <w:highlight w:val="yellow"/>
              </w:rPr>
              <w:t>Polytheism</w:t>
            </w:r>
            <w:r>
              <w:t xml:space="preserve"> </w:t>
            </w:r>
            <w:r w:rsidRPr="00E11EB9">
              <w:rPr>
                <w:highlight w:val="cyan"/>
              </w:rPr>
              <w:t>[worshipping multiple gods]</w:t>
            </w:r>
          </w:p>
          <w:p w:rsidR="00702130" w:rsidRDefault="00702130" w:rsidP="00DE4ADF"/>
        </w:tc>
      </w:tr>
    </w:tbl>
    <w:p w:rsidR="00941E98" w:rsidRPr="00DE4ADF" w:rsidRDefault="00941E98" w:rsidP="00DE4ADF"/>
    <w:sectPr w:rsidR="00941E98" w:rsidRPr="00DE4ADF" w:rsidSect="00B373A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12165"/>
    <w:multiLevelType w:val="hybridMultilevel"/>
    <w:tmpl w:val="8B7A35D4"/>
    <w:lvl w:ilvl="0" w:tplc="B9AA408C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ADF"/>
    <w:rsid w:val="00015F3C"/>
    <w:rsid w:val="000F0436"/>
    <w:rsid w:val="0044697F"/>
    <w:rsid w:val="00591E20"/>
    <w:rsid w:val="00700809"/>
    <w:rsid w:val="00702130"/>
    <w:rsid w:val="0071238B"/>
    <w:rsid w:val="007A26F5"/>
    <w:rsid w:val="00941E98"/>
    <w:rsid w:val="009F4C8A"/>
    <w:rsid w:val="00A62DBB"/>
    <w:rsid w:val="00AE14AB"/>
    <w:rsid w:val="00AF426E"/>
    <w:rsid w:val="00B373A3"/>
    <w:rsid w:val="00B45D02"/>
    <w:rsid w:val="00DE4ADF"/>
    <w:rsid w:val="00E11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42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42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5C2A5F88.dotm</Template>
  <TotalTime>9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Schools</Company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Lakeland CSD</dc:creator>
  <cp:lastModifiedBy>Lakeland CSD</cp:lastModifiedBy>
  <cp:revision>4</cp:revision>
  <dcterms:created xsi:type="dcterms:W3CDTF">2012-01-10T19:15:00Z</dcterms:created>
  <dcterms:modified xsi:type="dcterms:W3CDTF">2012-01-10T20:15:00Z</dcterms:modified>
</cp:coreProperties>
</file>